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5006BCA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proofErr w:type="spellStart"/>
            <w:r w:rsidR="00C30060">
              <w:rPr>
                <w:rFonts w:ascii="Times New Roman" w:eastAsia="Calibri" w:hAnsi="Times New Roman" w:cs="Times New Roman"/>
              </w:rPr>
              <w:t>Tuhala</w:t>
            </w:r>
            <w:proofErr w:type="spellEnd"/>
            <w:r w:rsidR="00C30060">
              <w:rPr>
                <w:rFonts w:ascii="Times New Roman" w:eastAsia="Calibri" w:hAnsi="Times New Roman" w:cs="Times New Roman"/>
              </w:rPr>
              <w:t xml:space="preserve"> Külaplats MTÜ</w:t>
            </w:r>
            <w:r w:rsidR="00C30060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54657AD6" w:rsidR="00F21C04" w:rsidRPr="00645CA1" w:rsidRDefault="00C30060" w:rsidP="00E06C31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eastAsia="Calibri"/>
              </w:rPr>
              <w:t>Tuhala</w:t>
            </w:r>
            <w:proofErr w:type="spellEnd"/>
            <w:r>
              <w:rPr>
                <w:rFonts w:eastAsia="Calibri"/>
              </w:rPr>
              <w:t xml:space="preserve"> Külaplats MTÜ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  <w:r>
              <w:rPr>
                <w:rFonts w:ascii="Times New Roman" w:eastAsia="Calibri" w:hAnsi="Times New Roman" w:cs="Times New Roman"/>
              </w:rPr>
              <w:t xml:space="preserve">Raili Ilves, </w:t>
            </w:r>
            <w:hyperlink r:id="rId7" w:history="1">
              <w:r w:rsidRPr="00967B5D">
                <w:rPr>
                  <w:rStyle w:val="Hperlink"/>
                  <w:rFonts w:eastAsia="Calibri"/>
                </w:rPr>
                <w:t>raili.silluste@gmail.com</w:t>
              </w:r>
            </w:hyperlink>
            <w:r>
              <w:rPr>
                <w:rFonts w:ascii="Times New Roman" w:eastAsia="Calibri" w:hAnsi="Times New Roman" w:cs="Times New Roman"/>
              </w:rPr>
              <w:t>, 56687600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38C29A70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  <w:r w:rsidR="00C30060">
              <w:rPr>
                <w:rFonts w:ascii="Times New Roman" w:eastAsia="Calibri" w:hAnsi="Times New Roman" w:cs="Times New Roman"/>
              </w:rPr>
              <w:t xml:space="preserve"> Swedbank EE222200221065857611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1CAB8398"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3A2E9ED0" w14:textId="77777777" w:rsidR="00C30060" w:rsidRDefault="00C30060" w:rsidP="00E06C31">
            <w:pPr>
              <w:rPr>
                <w:rFonts w:ascii="Times New Roman" w:eastAsia="Calibri" w:hAnsi="Times New Roman" w:cs="Times New Roman"/>
              </w:rPr>
            </w:pPr>
          </w:p>
          <w:p w14:paraId="0FE42466" w14:textId="3D26EA9B" w:rsidR="00C30060" w:rsidRPr="00AB2A2F" w:rsidRDefault="00C30060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Põhikirja alusel juhatuse liige Raili Ilves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E" w14:textId="77777777" w:rsidR="00F21C04" w:rsidRPr="00645CA1" w:rsidRDefault="00F21C04" w:rsidP="00C30060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25DD4" w14:textId="77777777" w:rsidR="002C3CAE" w:rsidRDefault="002C3CAE" w:rsidP="00DF44DF">
      <w:r>
        <w:separator/>
      </w:r>
    </w:p>
  </w:endnote>
  <w:endnote w:type="continuationSeparator" w:id="0">
    <w:p w14:paraId="070B0F2F" w14:textId="77777777" w:rsidR="002C3CAE" w:rsidRDefault="002C3CAE" w:rsidP="00DF44DF">
      <w:r>
        <w:continuationSeparator/>
      </w:r>
    </w:p>
  </w:endnote>
  <w:endnote w:type="continuationNotice" w:id="1">
    <w:p w14:paraId="431B5632" w14:textId="77777777" w:rsidR="002C3CAE" w:rsidRDefault="002C3CA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228AA" w14:textId="77777777" w:rsidR="002C3CAE" w:rsidRDefault="002C3CAE" w:rsidP="00DF44DF">
      <w:r>
        <w:separator/>
      </w:r>
    </w:p>
  </w:footnote>
  <w:footnote w:type="continuationSeparator" w:id="0">
    <w:p w14:paraId="5ABD96CA" w14:textId="77777777" w:rsidR="002C3CAE" w:rsidRDefault="002C3CAE" w:rsidP="00DF44DF">
      <w:r>
        <w:continuationSeparator/>
      </w:r>
    </w:p>
  </w:footnote>
  <w:footnote w:type="continuationNotice" w:id="1">
    <w:p w14:paraId="01656036" w14:textId="77777777" w:rsidR="002C3CAE" w:rsidRDefault="002C3CA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C3CAE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30060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C300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ili.silluste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5</TotalTime>
  <Pages>1</Pages>
  <Words>208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Raili Ilves</cp:lastModifiedBy>
  <cp:revision>3</cp:revision>
  <cp:lastPrinted>2014-04-02T13:57:00Z</cp:lastPrinted>
  <dcterms:created xsi:type="dcterms:W3CDTF">2023-03-20T08:54:00Z</dcterms:created>
  <dcterms:modified xsi:type="dcterms:W3CDTF">2023-03-21T11:25:00Z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